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8E1C4" w14:textId="694D2961" w:rsidR="00912CFB" w:rsidRPr="00FB4C16" w:rsidRDefault="00912CFB" w:rsidP="00912CFB">
      <w:pPr>
        <w:tabs>
          <w:tab w:val="left" w:pos="-567"/>
        </w:tabs>
        <w:spacing w:before="120" w:after="120"/>
        <w:ind w:right="-426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 w:rsidR="00E33717">
        <w:rPr>
          <w:rFonts w:asciiTheme="minorHAnsi" w:hAnsiTheme="minorHAnsi" w:cstheme="minorHAnsi"/>
          <w:b/>
          <w:sz w:val="21"/>
          <w:szCs w:val="21"/>
        </w:rPr>
        <w:tab/>
      </w:r>
      <w:r w:rsidR="00E33717">
        <w:rPr>
          <w:rFonts w:asciiTheme="minorHAnsi" w:hAnsiTheme="minorHAnsi" w:cstheme="minorHAnsi"/>
          <w:b/>
          <w:sz w:val="21"/>
          <w:szCs w:val="21"/>
        </w:rPr>
        <w:tab/>
      </w:r>
      <w:r w:rsidR="00E33717"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 w:rsidR="00E33717">
        <w:rPr>
          <w:rFonts w:asciiTheme="minorHAnsi" w:hAnsiTheme="minorHAnsi" w:cstheme="minorHAnsi"/>
          <w:b/>
          <w:sz w:val="21"/>
          <w:szCs w:val="21"/>
        </w:rPr>
        <w:t xml:space="preserve">            </w:t>
      </w:r>
      <w:r>
        <w:rPr>
          <w:rFonts w:asciiTheme="minorHAnsi" w:eastAsia="Calibri" w:hAnsiTheme="minorHAnsi" w:cstheme="minorHAnsi"/>
          <w:b/>
          <w:i/>
        </w:rPr>
        <w:t>Załącznik nr 3 do zapytania ofertowego</w:t>
      </w:r>
    </w:p>
    <w:p w14:paraId="1819E93B" w14:textId="77777777" w:rsidR="00912CFB" w:rsidRPr="007661D7" w:rsidRDefault="00912CFB" w:rsidP="00E33717">
      <w:pPr>
        <w:autoSpaceDE w:val="0"/>
        <w:autoSpaceDN w:val="0"/>
        <w:adjustRightInd w:val="0"/>
        <w:ind w:left="5664" w:firstLine="708"/>
        <w:jc w:val="right"/>
        <w:rPr>
          <w:rFonts w:asciiTheme="minorHAnsi" w:eastAsia="Calibri" w:hAnsiTheme="minorHAnsi" w:cstheme="minorHAnsi"/>
          <w:bCs/>
          <w:i/>
          <w:iCs/>
          <w:u w:val="single"/>
        </w:rPr>
      </w:pPr>
      <w:r w:rsidRPr="007661D7">
        <w:rPr>
          <w:rFonts w:asciiTheme="minorHAnsi" w:eastAsia="Calibri" w:hAnsiTheme="minorHAnsi" w:cstheme="minorHAnsi"/>
          <w:bCs/>
          <w:i/>
          <w:iCs/>
          <w:u w:val="single"/>
        </w:rPr>
        <w:t>dla części 1</w:t>
      </w:r>
      <w:r>
        <w:rPr>
          <w:rFonts w:asciiTheme="minorHAnsi" w:eastAsia="Calibri" w:hAnsiTheme="minorHAnsi" w:cstheme="minorHAnsi"/>
          <w:bCs/>
          <w:i/>
          <w:iCs/>
          <w:u w:val="single"/>
        </w:rPr>
        <w:t xml:space="preserve"> i </w:t>
      </w:r>
      <w:r w:rsidRPr="007661D7">
        <w:rPr>
          <w:rFonts w:asciiTheme="minorHAnsi" w:eastAsia="Calibri" w:hAnsiTheme="minorHAnsi" w:cstheme="minorHAnsi"/>
          <w:bCs/>
          <w:i/>
          <w:iCs/>
          <w:u w:val="single"/>
        </w:rPr>
        <w:t>2 zamówienia</w:t>
      </w:r>
    </w:p>
    <w:p w14:paraId="35154BC9" w14:textId="77777777" w:rsidR="00912CFB" w:rsidRPr="00316E59" w:rsidRDefault="00912CFB" w:rsidP="00912CFB">
      <w:pPr>
        <w:rPr>
          <w:rFonts w:asciiTheme="minorHAnsi" w:hAnsiTheme="minorHAnsi" w:cstheme="minorHAnsi"/>
          <w:b/>
        </w:rPr>
      </w:pPr>
      <w:r w:rsidRPr="00316E59">
        <w:rPr>
          <w:rFonts w:asciiTheme="minorHAnsi" w:hAnsiTheme="minorHAnsi" w:cstheme="minorHAnsi"/>
          <w:b/>
        </w:rPr>
        <w:t>Wykonawca:</w:t>
      </w:r>
    </w:p>
    <w:p w14:paraId="0D091F36" w14:textId="77777777" w:rsidR="00912CFB" w:rsidRDefault="00912CFB" w:rsidP="00912CFB">
      <w:pPr>
        <w:rPr>
          <w:rFonts w:asciiTheme="minorHAnsi" w:hAnsiTheme="minorHAnsi" w:cstheme="minorHAnsi"/>
          <w:b/>
          <w:sz w:val="20"/>
          <w:szCs w:val="20"/>
        </w:rPr>
      </w:pPr>
    </w:p>
    <w:p w14:paraId="31FF0F25" w14:textId="291A777C" w:rsidR="00912CFB" w:rsidRDefault="00912CFB" w:rsidP="00912CFB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20F4BE95" w14:textId="4ADF7F21" w:rsidR="00912CFB" w:rsidRDefault="00912CFB" w:rsidP="00912CFB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 w:rsidR="00E33717">
        <w:rPr>
          <w:rFonts w:asciiTheme="minorHAnsi" w:hAnsiTheme="minorHAnsi" w:cstheme="minorHAnsi"/>
          <w:sz w:val="20"/>
          <w:szCs w:val="20"/>
        </w:rPr>
        <w:t>.</w:t>
      </w:r>
    </w:p>
    <w:p w14:paraId="6205594F" w14:textId="77777777" w:rsidR="00C33760" w:rsidRDefault="00912CFB" w:rsidP="00C33760">
      <w:pPr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6D329007" w14:textId="77777777" w:rsidR="00C33760" w:rsidRDefault="00C33760" w:rsidP="00C33760">
      <w:pPr>
        <w:ind w:right="5954"/>
        <w:rPr>
          <w:rFonts w:asciiTheme="minorHAnsi" w:hAnsiTheme="minorHAnsi" w:cstheme="minorHAnsi"/>
          <w:sz w:val="20"/>
          <w:szCs w:val="20"/>
        </w:rPr>
      </w:pPr>
    </w:p>
    <w:p w14:paraId="78384982" w14:textId="024005FE" w:rsidR="00C33760" w:rsidRDefault="00912CFB" w:rsidP="00C33760">
      <w:pPr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</w:t>
      </w:r>
      <w:r w:rsidR="00E33717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 w:rsidR="00C33760">
        <w:rPr>
          <w:rFonts w:asciiTheme="minorHAnsi" w:hAnsiTheme="minorHAnsi" w:cstheme="minorHAnsi"/>
          <w:sz w:val="20"/>
          <w:szCs w:val="20"/>
        </w:rPr>
        <w:t>..</w:t>
      </w:r>
    </w:p>
    <w:p w14:paraId="0D20291A" w14:textId="5E096212" w:rsidR="00C33760" w:rsidRPr="00251621" w:rsidRDefault="00C33760" w:rsidP="00C33760">
      <w:pPr>
        <w:ind w:right="5954"/>
        <w:rPr>
          <w:rFonts w:asciiTheme="minorHAnsi" w:hAnsiTheme="minorHAnsi" w:cstheme="minorHAnsi"/>
          <w:sz w:val="20"/>
          <w:szCs w:val="20"/>
        </w:rPr>
      </w:pPr>
      <w:r w:rsidRPr="00930F28">
        <w:rPr>
          <w:rFonts w:asciiTheme="minorHAnsi" w:hAnsiTheme="minorHAnsi" w:cstheme="minorHAnsi"/>
          <w:i/>
          <w:sz w:val="16"/>
          <w:szCs w:val="16"/>
        </w:rPr>
        <w:t>(pełna nazwa Wykonawcy/Wykonawców, adres, NIP/PESEL</w:t>
      </w:r>
      <w:r w:rsidR="00140DD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30F28">
        <w:rPr>
          <w:rFonts w:asciiTheme="minorHAnsi" w:hAnsiTheme="minorHAnsi" w:cstheme="minorHAnsi"/>
          <w:i/>
          <w:sz w:val="16"/>
          <w:szCs w:val="16"/>
        </w:rPr>
        <w:t>(w zależności od podmiotu)</w:t>
      </w:r>
      <w:r w:rsidRPr="00837C3A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7C063F74" w14:textId="77777777" w:rsidR="00912CFB" w:rsidRDefault="00912CFB" w:rsidP="00912CFB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6BD49FE" w14:textId="77777777" w:rsidR="00912CFB" w:rsidRDefault="00912CFB" w:rsidP="00912CFB">
      <w:pPr>
        <w:ind w:right="5953"/>
        <w:rPr>
          <w:rFonts w:asciiTheme="minorHAnsi" w:hAnsiTheme="minorHAnsi" w:cstheme="minorHAnsi"/>
          <w:sz w:val="16"/>
          <w:szCs w:val="16"/>
        </w:rPr>
      </w:pPr>
    </w:p>
    <w:p w14:paraId="35A8B68B" w14:textId="77777777" w:rsidR="00E33717" w:rsidRDefault="00E33717" w:rsidP="00912CFB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6CC4AB2" w14:textId="5AB6E62A" w:rsidR="00912CFB" w:rsidRDefault="00912CFB" w:rsidP="00912CF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OŚWIADCZENIE WYKONAWCY </w:t>
      </w:r>
    </w:p>
    <w:p w14:paraId="165A7C10" w14:textId="77777777" w:rsidR="00912CFB" w:rsidRPr="0064083D" w:rsidRDefault="00912CFB" w:rsidP="00912CFB">
      <w:pPr>
        <w:spacing w:before="120"/>
        <w:jc w:val="center"/>
        <w:rPr>
          <w:rFonts w:asciiTheme="minorHAnsi" w:hAnsiTheme="minorHAnsi" w:cstheme="minorHAnsi"/>
          <w:b/>
        </w:rPr>
      </w:pPr>
      <w:r w:rsidRPr="0064083D">
        <w:rPr>
          <w:rFonts w:asciiTheme="minorHAnsi" w:hAnsiTheme="minorHAnsi" w:cstheme="minorHAnsi"/>
          <w:b/>
        </w:rPr>
        <w:t>O SPEŁNIANIU WARUNKÓW UDZIAŁU W POSTĘPOWANIU</w:t>
      </w:r>
    </w:p>
    <w:p w14:paraId="28562CC8" w14:textId="77777777" w:rsidR="00912CFB" w:rsidRDefault="00912CFB" w:rsidP="00912CFB">
      <w:pPr>
        <w:spacing w:before="120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D00CCA0" w14:textId="50C80896" w:rsidR="00912CFB" w:rsidRDefault="00912CFB" w:rsidP="00E33717">
      <w:pPr>
        <w:shd w:val="clear" w:color="auto" w:fill="FFFFFF"/>
        <w:textAlignment w:val="baseline"/>
        <w:outlineLvl w:val="2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</w:rPr>
        <w:t xml:space="preserve">Na potrzeby postępowania o udzielenie zamówienia publicznego </w:t>
      </w:r>
      <w:r>
        <w:rPr>
          <w:rFonts w:asciiTheme="minorHAnsi" w:eastAsia="Calibri" w:hAnsiTheme="minorHAnsi" w:cstheme="minorHAnsi"/>
          <w:szCs w:val="20"/>
        </w:rPr>
        <w:t>na:</w:t>
      </w:r>
      <w:r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color w:val="333333"/>
        </w:rPr>
        <w:t>Świadczenie usług doradztwa edukacyjno</w:t>
      </w:r>
      <w:r w:rsidR="00DE3541">
        <w:rPr>
          <w:rFonts w:asciiTheme="minorHAnsi" w:hAnsiTheme="minorHAnsi" w:cstheme="minorHAnsi"/>
          <w:b/>
          <w:bCs/>
          <w:color w:val="333333"/>
        </w:rPr>
        <w:t>-</w:t>
      </w:r>
      <w:r>
        <w:rPr>
          <w:rFonts w:asciiTheme="minorHAnsi" w:hAnsiTheme="minorHAnsi" w:cstheme="minorHAnsi"/>
          <w:b/>
          <w:bCs/>
          <w:color w:val="333333"/>
        </w:rPr>
        <w:t xml:space="preserve">zawodowego </w:t>
      </w:r>
      <w:r>
        <w:rPr>
          <w:rFonts w:asciiTheme="minorHAnsi" w:hAnsiTheme="minorHAnsi" w:cstheme="minorHAnsi"/>
        </w:rPr>
        <w:t>oświadczam, co następuje:</w:t>
      </w:r>
    </w:p>
    <w:p w14:paraId="72B6D30A" w14:textId="77777777" w:rsidR="00912CFB" w:rsidRPr="00F65104" w:rsidRDefault="00912CFB" w:rsidP="00912CFB">
      <w:pPr>
        <w:shd w:val="clear" w:color="auto" w:fill="FFFFFF"/>
        <w:spacing w:line="360" w:lineRule="auto"/>
        <w:textAlignment w:val="baseline"/>
        <w:outlineLvl w:val="2"/>
        <w:rPr>
          <w:rFonts w:asciiTheme="minorHAnsi" w:hAnsiTheme="minorHAnsi" w:cstheme="minorHAnsi"/>
          <w:sz w:val="16"/>
          <w:szCs w:val="16"/>
        </w:rPr>
      </w:pPr>
    </w:p>
    <w:p w14:paraId="6ACB1A52" w14:textId="77777777" w:rsidR="00912CFB" w:rsidRPr="00A235FA" w:rsidRDefault="00912CFB" w:rsidP="00912CFB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 w:rsidRPr="00A235FA">
        <w:rPr>
          <w:rFonts w:asciiTheme="minorHAnsi" w:hAnsiTheme="minorHAnsi" w:cstheme="minorHAnsi"/>
          <w:b/>
        </w:rPr>
        <w:t>OŚWIADCZENIA DOTYCZĄCE WYKONAWCY:</w:t>
      </w:r>
    </w:p>
    <w:p w14:paraId="0CBDA704" w14:textId="77777777" w:rsidR="00912CFB" w:rsidRPr="00E33717" w:rsidRDefault="00912CFB" w:rsidP="00912CFB">
      <w:pPr>
        <w:pStyle w:val="Akapitzlist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2BCF53B" w14:textId="77777777" w:rsidR="00912CFB" w:rsidRPr="00D555F5" w:rsidRDefault="00912CFB" w:rsidP="00E33717">
      <w:pPr>
        <w:jc w:val="both"/>
        <w:rPr>
          <w:rFonts w:asciiTheme="minorHAnsi" w:hAnsiTheme="minorHAnsi" w:cstheme="minorHAnsi"/>
          <w:sz w:val="21"/>
          <w:szCs w:val="21"/>
        </w:rPr>
      </w:pPr>
      <w:r w:rsidRPr="00E33717">
        <w:rPr>
          <w:rFonts w:asciiTheme="minorHAnsi" w:hAnsiTheme="minorHAnsi" w:cstheme="minorHAnsi"/>
        </w:rPr>
        <w:t>Oświadczam, że spełniam wszystkie warunki udziału w postępowaniu o udzielenie zamówienia publicznego określone dla części………………………………………zamówienia wskazane w rozdziale IV zapytania ofertowego</w:t>
      </w:r>
      <w:r>
        <w:rPr>
          <w:rFonts w:asciiTheme="minorHAnsi" w:hAnsiTheme="minorHAnsi" w:cstheme="minorHAnsi"/>
          <w:sz w:val="21"/>
          <w:szCs w:val="21"/>
        </w:rPr>
        <w:t>.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618BBCB" w14:textId="1D8D5BD6" w:rsidR="00912CFB" w:rsidRPr="003C75F2" w:rsidRDefault="00912CFB" w:rsidP="00912CFB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</w:t>
      </w:r>
    </w:p>
    <w:p w14:paraId="7DE908AC" w14:textId="77777777" w:rsidR="00912CFB" w:rsidRPr="00E33717" w:rsidRDefault="00912CFB" w:rsidP="00912CFB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FFEBBF2" w14:textId="77777777" w:rsidR="00912CFB" w:rsidRPr="00A235FA" w:rsidRDefault="00912CFB" w:rsidP="00912CFB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</w:rPr>
      </w:pPr>
      <w:r w:rsidRPr="00A235FA">
        <w:rPr>
          <w:rFonts w:asciiTheme="minorHAnsi" w:hAnsiTheme="minorHAnsi" w:cstheme="minorHAnsi"/>
          <w:b/>
        </w:rPr>
        <w:t>OŚWIADCZENIE DOTYCZĄCE PODANYCH INFORMACJI:</w:t>
      </w:r>
    </w:p>
    <w:p w14:paraId="1A7D30B9" w14:textId="77777777" w:rsidR="00912CFB" w:rsidRPr="00E33717" w:rsidRDefault="00912CFB" w:rsidP="00912CF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017678CD" w14:textId="5DF052F5" w:rsidR="00912CFB" w:rsidRPr="00E33717" w:rsidRDefault="00912CFB" w:rsidP="00E33717">
      <w:pPr>
        <w:jc w:val="both"/>
        <w:rPr>
          <w:rFonts w:asciiTheme="minorHAnsi" w:hAnsiTheme="minorHAnsi" w:cstheme="minorHAnsi"/>
        </w:rPr>
      </w:pPr>
      <w:r w:rsidRPr="00E33717">
        <w:rPr>
          <w:rFonts w:asciiTheme="minorHAnsi" w:hAnsiTheme="minorHAnsi" w:cstheme="minorHAnsi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9050E97" w14:textId="77777777" w:rsidR="00912CFB" w:rsidRDefault="00912CFB" w:rsidP="00912CFB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20D8097" w14:textId="77777777" w:rsidR="00912CFB" w:rsidRDefault="00912CFB" w:rsidP="00912CFB">
      <w:pPr>
        <w:tabs>
          <w:tab w:val="left" w:pos="-567"/>
        </w:tabs>
        <w:spacing w:before="120" w:after="120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Miejscowość, data: ………………………………………</w:t>
      </w:r>
    </w:p>
    <w:p w14:paraId="2B0AD59B" w14:textId="77777777" w:rsidR="00912CFB" w:rsidRDefault="00912CFB" w:rsidP="00912CFB">
      <w:pPr>
        <w:framePr w:w="6721" w:h="1602" w:hRule="exact" w:hSpace="141" w:wrap="around" w:vAnchor="text" w:hAnchor="page" w:x="4463" w:y="208"/>
        <w:jc w:val="center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.....................................................................................</w:t>
      </w:r>
    </w:p>
    <w:p w14:paraId="59B1705A" w14:textId="77777777" w:rsidR="00912CFB" w:rsidRDefault="00912CFB" w:rsidP="00912CFB">
      <w:pPr>
        <w:framePr w:w="6721" w:h="1602" w:hRule="exact" w:hSpace="141" w:wrap="around" w:vAnchor="text" w:hAnchor="page" w:x="4463" w:y="208"/>
        <w:tabs>
          <w:tab w:val="left" w:pos="-567"/>
        </w:tabs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 xml:space="preserve">Podpis Wykonawcy lub osoby/osób umocowanej </w:t>
      </w:r>
    </w:p>
    <w:p w14:paraId="07300CC2" w14:textId="77777777" w:rsidR="00912CFB" w:rsidRDefault="00912CFB" w:rsidP="00912CFB">
      <w:pPr>
        <w:framePr w:w="6721" w:h="1602" w:hRule="exact" w:hSpace="141" w:wrap="around" w:vAnchor="text" w:hAnchor="page" w:x="4463" w:y="208"/>
        <w:tabs>
          <w:tab w:val="left" w:pos="-567"/>
        </w:tabs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do reprezentowania Wykonawcy(ów)</w:t>
      </w:r>
    </w:p>
    <w:p w14:paraId="59661CB5" w14:textId="77777777" w:rsidR="00912CFB" w:rsidRDefault="00912CFB" w:rsidP="00912CFB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D68285E" w14:textId="77777777" w:rsidR="00912CFB" w:rsidRDefault="00912CFB" w:rsidP="00912CFB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5FE1651B" w14:textId="77777777" w:rsidR="00912CFB" w:rsidRDefault="00912CFB" w:rsidP="00912CFB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22A62254" w14:textId="0891A83B" w:rsidR="00912CFB" w:rsidRDefault="00912CFB" w:rsidP="00EC12D9">
      <w:pPr>
        <w:tabs>
          <w:tab w:val="left" w:pos="-567"/>
        </w:tabs>
        <w:spacing w:before="120" w:after="120"/>
        <w:ind w:right="-426"/>
        <w:rPr>
          <w:rFonts w:asciiTheme="minorHAnsi" w:hAnsiTheme="minorHAnsi" w:cstheme="minorHAnsi"/>
          <w:sz w:val="20"/>
          <w:szCs w:val="20"/>
        </w:rPr>
      </w:pPr>
    </w:p>
    <w:p w14:paraId="5A7FB5F9" w14:textId="77777777" w:rsidR="00912CFB" w:rsidRDefault="00912CFB" w:rsidP="00912CFB">
      <w:pPr>
        <w:jc w:val="right"/>
        <w:rPr>
          <w:rFonts w:asciiTheme="minorHAnsi" w:hAnsiTheme="minorHAnsi" w:cstheme="minorHAnsi"/>
          <w:sz w:val="20"/>
          <w:szCs w:val="20"/>
        </w:rPr>
      </w:pPr>
    </w:p>
    <w:sectPr w:rsidR="00912CFB" w:rsidSect="00EF403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276" w:left="1418" w:header="340" w:footer="7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C8FD3" w14:textId="77777777" w:rsidR="008C18F1" w:rsidRDefault="008C18F1">
      <w:r>
        <w:separator/>
      </w:r>
    </w:p>
  </w:endnote>
  <w:endnote w:type="continuationSeparator" w:id="0">
    <w:p w14:paraId="39917A98" w14:textId="77777777" w:rsidR="008C18F1" w:rsidRDefault="008C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1751" w14:textId="77777777" w:rsidR="00122710" w:rsidRDefault="00122710" w:rsidP="00756DD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849C635" wp14:editId="11459954">
              <wp:extent cx="7174230" cy="0"/>
              <wp:effectExtent l="0" t="0" r="0" b="0"/>
              <wp:docPr id="15" name="Łącznik prosty 1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D2D860B" id="Łącznik prosty 1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213E2DB5" w14:textId="77777777" w:rsidR="00122710" w:rsidRDefault="00122710" w:rsidP="00756DD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696C43D4" w14:textId="77777777" w:rsidR="00122710" w:rsidRPr="00756DDC" w:rsidRDefault="00122710" w:rsidP="00756DD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DE3541" w:rsidRPr="00DE3541">
      <w:rPr>
        <w:rFonts w:asciiTheme="majorHAnsi" w:eastAsiaTheme="majorEastAsia" w:hAnsiTheme="majorHAnsi" w:cstheme="majorBidi"/>
        <w:noProof/>
        <w:sz w:val="20"/>
        <w:szCs w:val="28"/>
      </w:rPr>
      <w:t>2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291A" w14:textId="77777777" w:rsidR="00122710" w:rsidRDefault="00122710" w:rsidP="009C597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BC71FE5" wp14:editId="711F5A19">
              <wp:extent cx="7174230" cy="0"/>
              <wp:effectExtent l="0" t="0" r="0" b="0"/>
              <wp:docPr id="9" name="Łącznik prosty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02519D6" id="Łącznik prosty 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07EA8F29" w14:textId="77777777" w:rsidR="00122710" w:rsidRDefault="00122710" w:rsidP="009C597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4C82BAA9" w14:textId="77777777" w:rsidR="00122710" w:rsidRPr="009C597C" w:rsidRDefault="00122710" w:rsidP="009C597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DE3541" w:rsidRPr="00DE3541">
      <w:rPr>
        <w:rFonts w:asciiTheme="majorHAnsi" w:eastAsiaTheme="majorEastAsia" w:hAnsiTheme="majorHAnsi" w:cstheme="majorBidi"/>
        <w:noProof/>
        <w:sz w:val="20"/>
        <w:szCs w:val="28"/>
      </w:rPr>
      <w:t>1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97F9A" w14:textId="77777777" w:rsidR="008C18F1" w:rsidRDefault="008C18F1">
      <w:r>
        <w:separator/>
      </w:r>
    </w:p>
  </w:footnote>
  <w:footnote w:type="continuationSeparator" w:id="0">
    <w:p w14:paraId="06663F5A" w14:textId="77777777" w:rsidR="008C18F1" w:rsidRDefault="008C1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A63A9" w14:textId="77777777" w:rsidR="00122710" w:rsidRDefault="00122710">
    <w:pPr>
      <w:pStyle w:val="Nagwek"/>
    </w:pPr>
    <w:r>
      <w:rPr>
        <w:noProof/>
      </w:rPr>
      <w:drawing>
        <wp:inline distT="0" distB="0" distL="0" distR="0" wp14:anchorId="37708F3D" wp14:editId="7433F4F8">
          <wp:extent cx="5759450" cy="539115"/>
          <wp:effectExtent l="0" t="0" r="0" b="0"/>
          <wp:docPr id="6" name="Obraz 6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21C2" w14:textId="77777777" w:rsidR="00122710" w:rsidRDefault="0012271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3617D63A" wp14:editId="4B823713">
              <wp:simplePos x="0" y="0"/>
              <wp:positionH relativeFrom="page">
                <wp:posOffset>6911340</wp:posOffset>
              </wp:positionH>
              <wp:positionV relativeFrom="page">
                <wp:posOffset>7535545</wp:posOffset>
              </wp:positionV>
              <wp:extent cx="391160" cy="2183130"/>
              <wp:effectExtent l="0" t="1270" r="0" b="0"/>
              <wp:wrapNone/>
              <wp:docPr id="1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116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05CFA" w14:textId="77777777" w:rsidR="00122710" w:rsidRPr="000A666E" w:rsidRDefault="00122710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0A666E">
                            <w:rPr>
                              <w:rFonts w:ascii="Cambria" w:hAnsi="Cambria"/>
                            </w:rPr>
                            <w:t xml:space="preserve">Strona </w:t>
                          </w:r>
                          <w:r w:rsidRPr="000A666E">
                            <w:rPr>
                              <w:sz w:val="16"/>
                            </w:rPr>
                            <w:fldChar w:fldCharType="begin"/>
                          </w:r>
                          <w:r w:rsidRPr="000A666E">
                            <w:rPr>
                              <w:sz w:val="16"/>
                            </w:rPr>
                            <w:instrText xml:space="preserve"> PAGE    \* MERGEFORMAT </w:instrText>
                          </w:r>
                          <w:r w:rsidRPr="000A666E">
                            <w:rPr>
                              <w:sz w:val="16"/>
                            </w:rPr>
                            <w:fldChar w:fldCharType="separate"/>
                          </w:r>
                          <w:r w:rsidR="00DE3541" w:rsidRPr="00DE3541">
                            <w:rPr>
                              <w:rFonts w:ascii="Cambria" w:hAnsi="Cambria"/>
                              <w:noProof/>
                              <w:sz w:val="28"/>
                              <w:szCs w:val="44"/>
                            </w:rPr>
                            <w:t>1</w:t>
                          </w:r>
                          <w:r w:rsidRPr="000A666E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17D63A" id="Rectangle 12" o:spid="_x0000_s1026" style="position:absolute;margin-left:544.2pt;margin-top:593.35pt;width:30.8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" o:allowincell="f" filled="f" stroked="f">
              <v:textbox style="layout-flow:vertical;mso-layout-flow-alt:bottom-to-top;mso-fit-shape-to-text:t">
                <w:txbxContent>
                  <w:p w14:paraId="5AD05CFA" w14:textId="77777777" w:rsidR="00122710" w:rsidRPr="000A666E" w:rsidRDefault="00122710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0A666E">
                      <w:rPr>
                        <w:rFonts w:ascii="Cambria" w:hAnsi="Cambria"/>
                      </w:rPr>
                      <w:t xml:space="preserve">Strona </w:t>
                    </w:r>
                    <w:r w:rsidRPr="000A666E">
                      <w:rPr>
                        <w:sz w:val="16"/>
                      </w:rPr>
                      <w:fldChar w:fldCharType="begin"/>
                    </w:r>
                    <w:r w:rsidRPr="000A666E">
                      <w:rPr>
                        <w:sz w:val="16"/>
                      </w:rPr>
                      <w:instrText xml:space="preserve"> PAGE    \* MERGEFORMAT </w:instrText>
                    </w:r>
                    <w:r w:rsidRPr="000A666E">
                      <w:rPr>
                        <w:sz w:val="16"/>
                      </w:rPr>
                      <w:fldChar w:fldCharType="separate"/>
                    </w:r>
                    <w:r w:rsidR="00DE3541" w:rsidRPr="00DE3541">
                      <w:rPr>
                        <w:rFonts w:ascii="Cambria" w:hAnsi="Cambria"/>
                        <w:noProof/>
                        <w:sz w:val="28"/>
                        <w:szCs w:val="44"/>
                      </w:rPr>
                      <w:t>1</w:t>
                    </w:r>
                    <w:r w:rsidRPr="000A666E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5D87C318" wp14:editId="3C545ED7">
          <wp:extent cx="5759450" cy="539214"/>
          <wp:effectExtent l="0" t="0" r="0" b="0"/>
          <wp:docPr id="7" name="Obraz 7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2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283"/>
      </w:pPr>
      <w:rPr>
        <w:rFonts w:hint="default"/>
      </w:rPr>
    </w:lvl>
  </w:abstractNum>
  <w:abstractNum w:abstractNumId="1" w15:restartNumberingAfterBreak="0">
    <w:nsid w:val="03A73FB7"/>
    <w:multiLevelType w:val="hybridMultilevel"/>
    <w:tmpl w:val="A6E6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1A6656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1ACB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118C6"/>
    <w:multiLevelType w:val="hybridMultilevel"/>
    <w:tmpl w:val="696CB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57A70"/>
    <w:multiLevelType w:val="hybridMultilevel"/>
    <w:tmpl w:val="E78C6292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6" w15:restartNumberingAfterBreak="0">
    <w:nsid w:val="127A04A0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381935"/>
    <w:multiLevelType w:val="hybridMultilevel"/>
    <w:tmpl w:val="D7A43A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1116D"/>
    <w:multiLevelType w:val="hybridMultilevel"/>
    <w:tmpl w:val="71EC0936"/>
    <w:lvl w:ilvl="0" w:tplc="7AEAE802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966581"/>
    <w:multiLevelType w:val="hybridMultilevel"/>
    <w:tmpl w:val="6598F31C"/>
    <w:lvl w:ilvl="0" w:tplc="494EA27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530FC"/>
    <w:multiLevelType w:val="hybridMultilevel"/>
    <w:tmpl w:val="04CEAA90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2" w15:restartNumberingAfterBreak="0">
    <w:nsid w:val="1FEB3F4C"/>
    <w:multiLevelType w:val="multilevel"/>
    <w:tmpl w:val="174E9406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9326B"/>
    <w:multiLevelType w:val="hybridMultilevel"/>
    <w:tmpl w:val="410601A6"/>
    <w:lvl w:ilvl="0" w:tplc="2D02EB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61D65"/>
    <w:multiLevelType w:val="hybridMultilevel"/>
    <w:tmpl w:val="0AE2EB72"/>
    <w:lvl w:ilvl="0" w:tplc="2EFE20C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5B5B94"/>
    <w:multiLevelType w:val="multilevel"/>
    <w:tmpl w:val="AC6EAB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6"/>
      <w:numFmt w:val="decimal"/>
      <w:lvlText w:val="18.%2"/>
      <w:lvlJc w:val="left"/>
      <w:pPr>
        <w:ind w:left="574" w:hanging="432"/>
      </w:pPr>
      <w:rPr>
        <w:rFonts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Theme="minorHAnsi" w:eastAsia="Times New Roman" w:hAnsiTheme="minorHAnsi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sz w:val="22"/>
        <w:szCs w:val="22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b w:val="0"/>
        <w:strike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CEC5954"/>
    <w:multiLevelType w:val="hybridMultilevel"/>
    <w:tmpl w:val="ECC00CC8"/>
    <w:lvl w:ilvl="0" w:tplc="666EFAC4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BE6D7D"/>
    <w:multiLevelType w:val="hybridMultilevel"/>
    <w:tmpl w:val="11262204"/>
    <w:lvl w:ilvl="0" w:tplc="308A79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A7996"/>
    <w:multiLevelType w:val="hybridMultilevel"/>
    <w:tmpl w:val="4DAA078C"/>
    <w:lvl w:ilvl="0" w:tplc="E4844FA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23" w15:restartNumberingAfterBreak="0">
    <w:nsid w:val="49A32509"/>
    <w:multiLevelType w:val="hybridMultilevel"/>
    <w:tmpl w:val="E8E6549C"/>
    <w:lvl w:ilvl="0" w:tplc="7CBE0A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03EFF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A55753"/>
    <w:multiLevelType w:val="hybridMultilevel"/>
    <w:tmpl w:val="F6F47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81C7E"/>
    <w:multiLevelType w:val="multilevel"/>
    <w:tmpl w:val="CC8A6F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2F6B52"/>
    <w:multiLevelType w:val="hybridMultilevel"/>
    <w:tmpl w:val="87845046"/>
    <w:lvl w:ilvl="0" w:tplc="05BAF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B31DA"/>
    <w:multiLevelType w:val="hybridMultilevel"/>
    <w:tmpl w:val="7540A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71411"/>
    <w:multiLevelType w:val="multilevel"/>
    <w:tmpl w:val="1798888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A705F4"/>
    <w:multiLevelType w:val="hybridMultilevel"/>
    <w:tmpl w:val="63A082F6"/>
    <w:lvl w:ilvl="0" w:tplc="AD341FB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6"/>
  </w:num>
  <w:num w:numId="3">
    <w:abstractNumId w:val="24"/>
  </w:num>
  <w:num w:numId="4">
    <w:abstractNumId w:val="15"/>
  </w:num>
  <w:num w:numId="5">
    <w:abstractNumId w:val="9"/>
  </w:num>
  <w:num w:numId="6">
    <w:abstractNumId w:val="17"/>
  </w:num>
  <w:num w:numId="7">
    <w:abstractNumId w:val="27"/>
  </w:num>
  <w:num w:numId="8">
    <w:abstractNumId w:val="0"/>
  </w:num>
  <w:num w:numId="9">
    <w:abstractNumId w:val="30"/>
  </w:num>
  <w:num w:numId="10">
    <w:abstractNumId w:val="20"/>
  </w:num>
  <w:num w:numId="11">
    <w:abstractNumId w:val="13"/>
  </w:num>
  <w:num w:numId="12">
    <w:abstractNumId w:val="3"/>
  </w:num>
  <w:num w:numId="13">
    <w:abstractNumId w:val="1"/>
  </w:num>
  <w:num w:numId="14">
    <w:abstractNumId w:val="21"/>
  </w:num>
  <w:num w:numId="15">
    <w:abstractNumId w:val="11"/>
  </w:num>
  <w:num w:numId="16">
    <w:abstractNumId w:val="5"/>
  </w:num>
  <w:num w:numId="17">
    <w:abstractNumId w:val="18"/>
  </w:num>
  <w:num w:numId="18">
    <w:abstractNumId w:val="8"/>
  </w:num>
  <w:num w:numId="19">
    <w:abstractNumId w:val="31"/>
  </w:num>
  <w:num w:numId="20">
    <w:abstractNumId w:val="10"/>
  </w:num>
  <w:num w:numId="21">
    <w:abstractNumId w:val="12"/>
  </w:num>
  <w:num w:numId="22">
    <w:abstractNumId w:val="25"/>
  </w:num>
  <w:num w:numId="23">
    <w:abstractNumId w:val="16"/>
  </w:num>
  <w:num w:numId="24">
    <w:abstractNumId w:val="28"/>
  </w:num>
  <w:num w:numId="25">
    <w:abstractNumId w:val="19"/>
  </w:num>
  <w:num w:numId="26">
    <w:abstractNumId w:val="29"/>
  </w:num>
  <w:num w:numId="27">
    <w:abstractNumId w:val="7"/>
  </w:num>
  <w:num w:numId="28">
    <w:abstractNumId w:val="23"/>
  </w:num>
  <w:num w:numId="29">
    <w:abstractNumId w:val="14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C0"/>
    <w:rsid w:val="00000018"/>
    <w:rsid w:val="000048A3"/>
    <w:rsid w:val="00005E12"/>
    <w:rsid w:val="0000603E"/>
    <w:rsid w:val="00013CEC"/>
    <w:rsid w:val="0002262B"/>
    <w:rsid w:val="00035913"/>
    <w:rsid w:val="0003673D"/>
    <w:rsid w:val="00036918"/>
    <w:rsid w:val="000374B9"/>
    <w:rsid w:val="0003764D"/>
    <w:rsid w:val="00041CD6"/>
    <w:rsid w:val="000430BA"/>
    <w:rsid w:val="000511A3"/>
    <w:rsid w:val="00054DEA"/>
    <w:rsid w:val="00061F20"/>
    <w:rsid w:val="00072AE9"/>
    <w:rsid w:val="00080D83"/>
    <w:rsid w:val="000816F5"/>
    <w:rsid w:val="00087404"/>
    <w:rsid w:val="00091849"/>
    <w:rsid w:val="00091D8C"/>
    <w:rsid w:val="000926E5"/>
    <w:rsid w:val="00092FA2"/>
    <w:rsid w:val="000A666E"/>
    <w:rsid w:val="000B0EA4"/>
    <w:rsid w:val="000B303E"/>
    <w:rsid w:val="000B7821"/>
    <w:rsid w:val="000C3E67"/>
    <w:rsid w:val="000C3F4B"/>
    <w:rsid w:val="000C4B0B"/>
    <w:rsid w:val="000D283E"/>
    <w:rsid w:val="000D5D1E"/>
    <w:rsid w:val="000D66F7"/>
    <w:rsid w:val="000D797C"/>
    <w:rsid w:val="000E10FA"/>
    <w:rsid w:val="000E2526"/>
    <w:rsid w:val="000E6D57"/>
    <w:rsid w:val="000F5DCE"/>
    <w:rsid w:val="000F6BFF"/>
    <w:rsid w:val="00100777"/>
    <w:rsid w:val="00100DBB"/>
    <w:rsid w:val="001029D9"/>
    <w:rsid w:val="0010778A"/>
    <w:rsid w:val="00107987"/>
    <w:rsid w:val="00114083"/>
    <w:rsid w:val="00114384"/>
    <w:rsid w:val="00115D6D"/>
    <w:rsid w:val="001179E0"/>
    <w:rsid w:val="00122710"/>
    <w:rsid w:val="001249C8"/>
    <w:rsid w:val="00124D4A"/>
    <w:rsid w:val="00125B51"/>
    <w:rsid w:val="00130B23"/>
    <w:rsid w:val="0013215E"/>
    <w:rsid w:val="00134E9F"/>
    <w:rsid w:val="00140780"/>
    <w:rsid w:val="00140DDF"/>
    <w:rsid w:val="00141B14"/>
    <w:rsid w:val="00150ED1"/>
    <w:rsid w:val="0015158B"/>
    <w:rsid w:val="00151D5A"/>
    <w:rsid w:val="001554BA"/>
    <w:rsid w:val="00155CF5"/>
    <w:rsid w:val="001563C4"/>
    <w:rsid w:val="00156C2E"/>
    <w:rsid w:val="00157E42"/>
    <w:rsid w:val="00161C9A"/>
    <w:rsid w:val="0017018D"/>
    <w:rsid w:val="00170984"/>
    <w:rsid w:val="00170E04"/>
    <w:rsid w:val="0017147B"/>
    <w:rsid w:val="001720CE"/>
    <w:rsid w:val="001819B5"/>
    <w:rsid w:val="00197D99"/>
    <w:rsid w:val="001A151E"/>
    <w:rsid w:val="001A2A1B"/>
    <w:rsid w:val="001B210F"/>
    <w:rsid w:val="001B3942"/>
    <w:rsid w:val="001B79DE"/>
    <w:rsid w:val="001C168A"/>
    <w:rsid w:val="001C6294"/>
    <w:rsid w:val="001D088F"/>
    <w:rsid w:val="001D4106"/>
    <w:rsid w:val="001E2DE0"/>
    <w:rsid w:val="001E3B5B"/>
    <w:rsid w:val="001E4EC1"/>
    <w:rsid w:val="001F09A7"/>
    <w:rsid w:val="001F64E0"/>
    <w:rsid w:val="001F68A5"/>
    <w:rsid w:val="002078BE"/>
    <w:rsid w:val="002205E9"/>
    <w:rsid w:val="00222FDF"/>
    <w:rsid w:val="0022610E"/>
    <w:rsid w:val="00230942"/>
    <w:rsid w:val="00241C1F"/>
    <w:rsid w:val="002425AE"/>
    <w:rsid w:val="0024634E"/>
    <w:rsid w:val="0025352D"/>
    <w:rsid w:val="002640B4"/>
    <w:rsid w:val="00265D60"/>
    <w:rsid w:val="002679B8"/>
    <w:rsid w:val="00271271"/>
    <w:rsid w:val="0027528F"/>
    <w:rsid w:val="00287B79"/>
    <w:rsid w:val="00293582"/>
    <w:rsid w:val="00294112"/>
    <w:rsid w:val="0029525C"/>
    <w:rsid w:val="002B5815"/>
    <w:rsid w:val="002C06C5"/>
    <w:rsid w:val="002C2283"/>
    <w:rsid w:val="002C4CD0"/>
    <w:rsid w:val="002C6347"/>
    <w:rsid w:val="002D0535"/>
    <w:rsid w:val="002D405C"/>
    <w:rsid w:val="002D532A"/>
    <w:rsid w:val="002E11C5"/>
    <w:rsid w:val="002E3B39"/>
    <w:rsid w:val="002F01E8"/>
    <w:rsid w:val="002F188E"/>
    <w:rsid w:val="002F415D"/>
    <w:rsid w:val="002F4CA2"/>
    <w:rsid w:val="002F6A1F"/>
    <w:rsid w:val="00301643"/>
    <w:rsid w:val="00302F01"/>
    <w:rsid w:val="00305AE1"/>
    <w:rsid w:val="003109BE"/>
    <w:rsid w:val="0031388D"/>
    <w:rsid w:val="00314F02"/>
    <w:rsid w:val="00316F22"/>
    <w:rsid w:val="0031748D"/>
    <w:rsid w:val="00320AAC"/>
    <w:rsid w:val="00323421"/>
    <w:rsid w:val="003249B9"/>
    <w:rsid w:val="00325198"/>
    <w:rsid w:val="003254E8"/>
    <w:rsid w:val="00334899"/>
    <w:rsid w:val="00336BB7"/>
    <w:rsid w:val="00352186"/>
    <w:rsid w:val="0035482A"/>
    <w:rsid w:val="00354E5A"/>
    <w:rsid w:val="003561BF"/>
    <w:rsid w:val="00360BEE"/>
    <w:rsid w:val="003619F2"/>
    <w:rsid w:val="003652D2"/>
    <w:rsid w:val="0036558D"/>
    <w:rsid w:val="003656EB"/>
    <w:rsid w:val="00365820"/>
    <w:rsid w:val="003701B4"/>
    <w:rsid w:val="0037310C"/>
    <w:rsid w:val="003744CE"/>
    <w:rsid w:val="003746B5"/>
    <w:rsid w:val="00380A69"/>
    <w:rsid w:val="00385D13"/>
    <w:rsid w:val="00391CE5"/>
    <w:rsid w:val="00397E97"/>
    <w:rsid w:val="003A1DB1"/>
    <w:rsid w:val="003B12EE"/>
    <w:rsid w:val="003B2177"/>
    <w:rsid w:val="003B425A"/>
    <w:rsid w:val="003B4919"/>
    <w:rsid w:val="003B6B87"/>
    <w:rsid w:val="003C1913"/>
    <w:rsid w:val="003C554F"/>
    <w:rsid w:val="003C75F2"/>
    <w:rsid w:val="003D0103"/>
    <w:rsid w:val="003D059C"/>
    <w:rsid w:val="003D063D"/>
    <w:rsid w:val="003D17CC"/>
    <w:rsid w:val="003D3661"/>
    <w:rsid w:val="003D589B"/>
    <w:rsid w:val="003E5804"/>
    <w:rsid w:val="003F0F8B"/>
    <w:rsid w:val="003F654D"/>
    <w:rsid w:val="0040149C"/>
    <w:rsid w:val="004027F0"/>
    <w:rsid w:val="00403A8A"/>
    <w:rsid w:val="00404B35"/>
    <w:rsid w:val="004066F5"/>
    <w:rsid w:val="00406F26"/>
    <w:rsid w:val="00414478"/>
    <w:rsid w:val="0041458F"/>
    <w:rsid w:val="00422775"/>
    <w:rsid w:val="004271C6"/>
    <w:rsid w:val="004327FE"/>
    <w:rsid w:val="00437F2C"/>
    <w:rsid w:val="004444C3"/>
    <w:rsid w:val="0045085A"/>
    <w:rsid w:val="004577E6"/>
    <w:rsid w:val="00463AC0"/>
    <w:rsid w:val="00465FC9"/>
    <w:rsid w:val="00467231"/>
    <w:rsid w:val="004736AB"/>
    <w:rsid w:val="00473EA3"/>
    <w:rsid w:val="00477BA3"/>
    <w:rsid w:val="00483C1A"/>
    <w:rsid w:val="00485137"/>
    <w:rsid w:val="004861BD"/>
    <w:rsid w:val="00490387"/>
    <w:rsid w:val="00492BD3"/>
    <w:rsid w:val="00495971"/>
    <w:rsid w:val="004B0882"/>
    <w:rsid w:val="004B21D8"/>
    <w:rsid w:val="004B5CDB"/>
    <w:rsid w:val="004B70BD"/>
    <w:rsid w:val="004C766E"/>
    <w:rsid w:val="004D07D6"/>
    <w:rsid w:val="004D101F"/>
    <w:rsid w:val="004D4289"/>
    <w:rsid w:val="004D4C2C"/>
    <w:rsid w:val="004E030F"/>
    <w:rsid w:val="004E6F65"/>
    <w:rsid w:val="004F0B6E"/>
    <w:rsid w:val="004F1FCE"/>
    <w:rsid w:val="004F798B"/>
    <w:rsid w:val="00502640"/>
    <w:rsid w:val="00511D7B"/>
    <w:rsid w:val="005172F2"/>
    <w:rsid w:val="0052111D"/>
    <w:rsid w:val="005227A2"/>
    <w:rsid w:val="00526890"/>
    <w:rsid w:val="00527CD6"/>
    <w:rsid w:val="00530A5C"/>
    <w:rsid w:val="00537F26"/>
    <w:rsid w:val="005426D2"/>
    <w:rsid w:val="00544270"/>
    <w:rsid w:val="00545CE4"/>
    <w:rsid w:val="00546B6E"/>
    <w:rsid w:val="00547C39"/>
    <w:rsid w:val="005623D8"/>
    <w:rsid w:val="00564F0B"/>
    <w:rsid w:val="00565820"/>
    <w:rsid w:val="00565ED4"/>
    <w:rsid w:val="0057268A"/>
    <w:rsid w:val="005728AB"/>
    <w:rsid w:val="00574E21"/>
    <w:rsid w:val="00574FFD"/>
    <w:rsid w:val="005760A9"/>
    <w:rsid w:val="00582B4E"/>
    <w:rsid w:val="00594464"/>
    <w:rsid w:val="005975CC"/>
    <w:rsid w:val="005A0444"/>
    <w:rsid w:val="005A0BC7"/>
    <w:rsid w:val="005A14FB"/>
    <w:rsid w:val="005A1BBF"/>
    <w:rsid w:val="005A41EC"/>
    <w:rsid w:val="005B1D1B"/>
    <w:rsid w:val="005B344A"/>
    <w:rsid w:val="005B4936"/>
    <w:rsid w:val="005C2039"/>
    <w:rsid w:val="005C3D7C"/>
    <w:rsid w:val="005C538E"/>
    <w:rsid w:val="005D685A"/>
    <w:rsid w:val="005D6D14"/>
    <w:rsid w:val="005E0B5D"/>
    <w:rsid w:val="005F00BF"/>
    <w:rsid w:val="005F7040"/>
    <w:rsid w:val="005F7323"/>
    <w:rsid w:val="00601746"/>
    <w:rsid w:val="00602CF2"/>
    <w:rsid w:val="00605E1C"/>
    <w:rsid w:val="00611339"/>
    <w:rsid w:val="006134FA"/>
    <w:rsid w:val="006149A3"/>
    <w:rsid w:val="006152B6"/>
    <w:rsid w:val="00621F12"/>
    <w:rsid w:val="00622781"/>
    <w:rsid w:val="00637673"/>
    <w:rsid w:val="0063783C"/>
    <w:rsid w:val="00637FCC"/>
    <w:rsid w:val="00640474"/>
    <w:rsid w:val="0064082F"/>
    <w:rsid w:val="00640BFF"/>
    <w:rsid w:val="00641366"/>
    <w:rsid w:val="00644C2C"/>
    <w:rsid w:val="00646DA6"/>
    <w:rsid w:val="00650604"/>
    <w:rsid w:val="00660269"/>
    <w:rsid w:val="0067095F"/>
    <w:rsid w:val="00677176"/>
    <w:rsid w:val="0068338F"/>
    <w:rsid w:val="00692E5E"/>
    <w:rsid w:val="0069621B"/>
    <w:rsid w:val="006B0E06"/>
    <w:rsid w:val="006B1D9E"/>
    <w:rsid w:val="006B2714"/>
    <w:rsid w:val="006B32BF"/>
    <w:rsid w:val="006C5DA0"/>
    <w:rsid w:val="006D1134"/>
    <w:rsid w:val="006D12A1"/>
    <w:rsid w:val="006D307F"/>
    <w:rsid w:val="006E20D9"/>
    <w:rsid w:val="006E732E"/>
    <w:rsid w:val="006F209E"/>
    <w:rsid w:val="006F38B2"/>
    <w:rsid w:val="006F3CDF"/>
    <w:rsid w:val="00712F09"/>
    <w:rsid w:val="00714096"/>
    <w:rsid w:val="00714856"/>
    <w:rsid w:val="00715334"/>
    <w:rsid w:val="00715AD6"/>
    <w:rsid w:val="007213A2"/>
    <w:rsid w:val="00721992"/>
    <w:rsid w:val="00727A54"/>
    <w:rsid w:val="00727F94"/>
    <w:rsid w:val="007337EB"/>
    <w:rsid w:val="0074358A"/>
    <w:rsid w:val="00745D18"/>
    <w:rsid w:val="00756A2C"/>
    <w:rsid w:val="00756DDC"/>
    <w:rsid w:val="007614E0"/>
    <w:rsid w:val="00761876"/>
    <w:rsid w:val="0076208D"/>
    <w:rsid w:val="00771AE7"/>
    <w:rsid w:val="00776530"/>
    <w:rsid w:val="007901A3"/>
    <w:rsid w:val="00791750"/>
    <w:rsid w:val="00791E8E"/>
    <w:rsid w:val="00791F09"/>
    <w:rsid w:val="00793DF3"/>
    <w:rsid w:val="00796CD3"/>
    <w:rsid w:val="00797A8E"/>
    <w:rsid w:val="007A0109"/>
    <w:rsid w:val="007A0E8C"/>
    <w:rsid w:val="007A4434"/>
    <w:rsid w:val="007A5B14"/>
    <w:rsid w:val="007A5EF0"/>
    <w:rsid w:val="007B0CE6"/>
    <w:rsid w:val="007B2500"/>
    <w:rsid w:val="007B48D5"/>
    <w:rsid w:val="007B534F"/>
    <w:rsid w:val="007C42B2"/>
    <w:rsid w:val="007C4EED"/>
    <w:rsid w:val="007C7770"/>
    <w:rsid w:val="007D4297"/>
    <w:rsid w:val="007D61D6"/>
    <w:rsid w:val="007E1356"/>
    <w:rsid w:val="007E1B19"/>
    <w:rsid w:val="007E2738"/>
    <w:rsid w:val="007E4127"/>
    <w:rsid w:val="007E662A"/>
    <w:rsid w:val="007F3623"/>
    <w:rsid w:val="007F4454"/>
    <w:rsid w:val="00800CA1"/>
    <w:rsid w:val="00803E94"/>
    <w:rsid w:val="00804B39"/>
    <w:rsid w:val="008053C5"/>
    <w:rsid w:val="008062FF"/>
    <w:rsid w:val="008064E5"/>
    <w:rsid w:val="008103EA"/>
    <w:rsid w:val="008134DB"/>
    <w:rsid w:val="0082089C"/>
    <w:rsid w:val="00821E12"/>
    <w:rsid w:val="00827311"/>
    <w:rsid w:val="0083181A"/>
    <w:rsid w:val="008342DB"/>
    <w:rsid w:val="00834BB4"/>
    <w:rsid w:val="00835187"/>
    <w:rsid w:val="00842817"/>
    <w:rsid w:val="00843D06"/>
    <w:rsid w:val="00850209"/>
    <w:rsid w:val="0085591F"/>
    <w:rsid w:val="00856E3A"/>
    <w:rsid w:val="0086639F"/>
    <w:rsid w:val="00870ED8"/>
    <w:rsid w:val="008715C9"/>
    <w:rsid w:val="008724D8"/>
    <w:rsid w:val="00881E21"/>
    <w:rsid w:val="00884B43"/>
    <w:rsid w:val="00886228"/>
    <w:rsid w:val="00886DE2"/>
    <w:rsid w:val="008913A1"/>
    <w:rsid w:val="00893188"/>
    <w:rsid w:val="008945D9"/>
    <w:rsid w:val="00896194"/>
    <w:rsid w:val="008B150D"/>
    <w:rsid w:val="008B20A9"/>
    <w:rsid w:val="008B5146"/>
    <w:rsid w:val="008C09F6"/>
    <w:rsid w:val="008C139A"/>
    <w:rsid w:val="008C18F1"/>
    <w:rsid w:val="008C1DA9"/>
    <w:rsid w:val="008C35FF"/>
    <w:rsid w:val="008C60A3"/>
    <w:rsid w:val="008C6557"/>
    <w:rsid w:val="008C7B07"/>
    <w:rsid w:val="008E0A55"/>
    <w:rsid w:val="008E312C"/>
    <w:rsid w:val="008E38A7"/>
    <w:rsid w:val="008E66F8"/>
    <w:rsid w:val="008E6893"/>
    <w:rsid w:val="008E7540"/>
    <w:rsid w:val="008F14B8"/>
    <w:rsid w:val="00901355"/>
    <w:rsid w:val="00904406"/>
    <w:rsid w:val="0090615F"/>
    <w:rsid w:val="00910FA8"/>
    <w:rsid w:val="00912CFB"/>
    <w:rsid w:val="00916961"/>
    <w:rsid w:val="00916EAE"/>
    <w:rsid w:val="00917352"/>
    <w:rsid w:val="00925C13"/>
    <w:rsid w:val="00932DB7"/>
    <w:rsid w:val="009347E5"/>
    <w:rsid w:val="009377B8"/>
    <w:rsid w:val="00942081"/>
    <w:rsid w:val="009432B5"/>
    <w:rsid w:val="00950442"/>
    <w:rsid w:val="009537B8"/>
    <w:rsid w:val="00955AFE"/>
    <w:rsid w:val="00955E53"/>
    <w:rsid w:val="00964127"/>
    <w:rsid w:val="00976835"/>
    <w:rsid w:val="00976DE3"/>
    <w:rsid w:val="0098104F"/>
    <w:rsid w:val="00982706"/>
    <w:rsid w:val="00985A48"/>
    <w:rsid w:val="00996904"/>
    <w:rsid w:val="009A3AE4"/>
    <w:rsid w:val="009A5C03"/>
    <w:rsid w:val="009B0D9C"/>
    <w:rsid w:val="009B25C8"/>
    <w:rsid w:val="009B5DC8"/>
    <w:rsid w:val="009C56AA"/>
    <w:rsid w:val="009C597C"/>
    <w:rsid w:val="009C680A"/>
    <w:rsid w:val="009D71C1"/>
    <w:rsid w:val="009E3785"/>
    <w:rsid w:val="009F0062"/>
    <w:rsid w:val="009F2CF0"/>
    <w:rsid w:val="009F5C7B"/>
    <w:rsid w:val="009F63DE"/>
    <w:rsid w:val="009F696D"/>
    <w:rsid w:val="00A03B8C"/>
    <w:rsid w:val="00A044B5"/>
    <w:rsid w:val="00A04690"/>
    <w:rsid w:val="00A076B2"/>
    <w:rsid w:val="00A24B04"/>
    <w:rsid w:val="00A3023B"/>
    <w:rsid w:val="00A37E52"/>
    <w:rsid w:val="00A40DD3"/>
    <w:rsid w:val="00A5093C"/>
    <w:rsid w:val="00A50D43"/>
    <w:rsid w:val="00A51047"/>
    <w:rsid w:val="00A545F3"/>
    <w:rsid w:val="00A568EB"/>
    <w:rsid w:val="00A63B24"/>
    <w:rsid w:val="00A66380"/>
    <w:rsid w:val="00A66C95"/>
    <w:rsid w:val="00A73381"/>
    <w:rsid w:val="00A76198"/>
    <w:rsid w:val="00A771D2"/>
    <w:rsid w:val="00A77EC6"/>
    <w:rsid w:val="00A826C2"/>
    <w:rsid w:val="00A829EC"/>
    <w:rsid w:val="00A8311B"/>
    <w:rsid w:val="00A854C6"/>
    <w:rsid w:val="00A872B3"/>
    <w:rsid w:val="00A876D9"/>
    <w:rsid w:val="00A90613"/>
    <w:rsid w:val="00A9325B"/>
    <w:rsid w:val="00A95C00"/>
    <w:rsid w:val="00A977B0"/>
    <w:rsid w:val="00AA786B"/>
    <w:rsid w:val="00AB1431"/>
    <w:rsid w:val="00AB283F"/>
    <w:rsid w:val="00AB6194"/>
    <w:rsid w:val="00AC086F"/>
    <w:rsid w:val="00AC0D55"/>
    <w:rsid w:val="00AC1651"/>
    <w:rsid w:val="00AD3B1D"/>
    <w:rsid w:val="00AD726E"/>
    <w:rsid w:val="00AD78DD"/>
    <w:rsid w:val="00AE02F8"/>
    <w:rsid w:val="00AE0E8F"/>
    <w:rsid w:val="00AE1684"/>
    <w:rsid w:val="00AE17CA"/>
    <w:rsid w:val="00AE1A96"/>
    <w:rsid w:val="00AE5029"/>
    <w:rsid w:val="00AE7A2E"/>
    <w:rsid w:val="00AF09F4"/>
    <w:rsid w:val="00AF3783"/>
    <w:rsid w:val="00AF50FE"/>
    <w:rsid w:val="00B008C9"/>
    <w:rsid w:val="00B01F08"/>
    <w:rsid w:val="00B02E52"/>
    <w:rsid w:val="00B03243"/>
    <w:rsid w:val="00B11F18"/>
    <w:rsid w:val="00B14547"/>
    <w:rsid w:val="00B1569A"/>
    <w:rsid w:val="00B15773"/>
    <w:rsid w:val="00B16E8F"/>
    <w:rsid w:val="00B23955"/>
    <w:rsid w:val="00B2585F"/>
    <w:rsid w:val="00B30401"/>
    <w:rsid w:val="00B328A2"/>
    <w:rsid w:val="00B40748"/>
    <w:rsid w:val="00B42AB4"/>
    <w:rsid w:val="00B430F8"/>
    <w:rsid w:val="00B43329"/>
    <w:rsid w:val="00B45D8F"/>
    <w:rsid w:val="00B53924"/>
    <w:rsid w:val="00B54F09"/>
    <w:rsid w:val="00B61C1D"/>
    <w:rsid w:val="00B6637D"/>
    <w:rsid w:val="00B67520"/>
    <w:rsid w:val="00B72AFF"/>
    <w:rsid w:val="00B7511F"/>
    <w:rsid w:val="00B75BA9"/>
    <w:rsid w:val="00B77C56"/>
    <w:rsid w:val="00B82C02"/>
    <w:rsid w:val="00B8302E"/>
    <w:rsid w:val="00B8349F"/>
    <w:rsid w:val="00B8550A"/>
    <w:rsid w:val="00B910C9"/>
    <w:rsid w:val="00B97D51"/>
    <w:rsid w:val="00BA74F7"/>
    <w:rsid w:val="00BA7822"/>
    <w:rsid w:val="00BB2C37"/>
    <w:rsid w:val="00BB62D0"/>
    <w:rsid w:val="00BB76D0"/>
    <w:rsid w:val="00BC363C"/>
    <w:rsid w:val="00BD060D"/>
    <w:rsid w:val="00BD614C"/>
    <w:rsid w:val="00BD6B79"/>
    <w:rsid w:val="00BD75C6"/>
    <w:rsid w:val="00BE2090"/>
    <w:rsid w:val="00BE291A"/>
    <w:rsid w:val="00BE5CE2"/>
    <w:rsid w:val="00C02BFE"/>
    <w:rsid w:val="00C03F15"/>
    <w:rsid w:val="00C06F94"/>
    <w:rsid w:val="00C13921"/>
    <w:rsid w:val="00C139F2"/>
    <w:rsid w:val="00C30C1F"/>
    <w:rsid w:val="00C30C61"/>
    <w:rsid w:val="00C31E94"/>
    <w:rsid w:val="00C33760"/>
    <w:rsid w:val="00C33D50"/>
    <w:rsid w:val="00C35963"/>
    <w:rsid w:val="00C375A7"/>
    <w:rsid w:val="00C4145F"/>
    <w:rsid w:val="00C506C7"/>
    <w:rsid w:val="00C50D47"/>
    <w:rsid w:val="00C5347D"/>
    <w:rsid w:val="00C62C24"/>
    <w:rsid w:val="00C635B6"/>
    <w:rsid w:val="00C66C09"/>
    <w:rsid w:val="00C86A5D"/>
    <w:rsid w:val="00CA1120"/>
    <w:rsid w:val="00CA20F9"/>
    <w:rsid w:val="00CA3D29"/>
    <w:rsid w:val="00CA4216"/>
    <w:rsid w:val="00CA5915"/>
    <w:rsid w:val="00CB61D7"/>
    <w:rsid w:val="00CC00F2"/>
    <w:rsid w:val="00CC263D"/>
    <w:rsid w:val="00CC4FAC"/>
    <w:rsid w:val="00CC5420"/>
    <w:rsid w:val="00CD3EC1"/>
    <w:rsid w:val="00CD6831"/>
    <w:rsid w:val="00CE005B"/>
    <w:rsid w:val="00CE0361"/>
    <w:rsid w:val="00CE0B83"/>
    <w:rsid w:val="00CE1CBC"/>
    <w:rsid w:val="00CF1A4A"/>
    <w:rsid w:val="00CF28F1"/>
    <w:rsid w:val="00CF33C3"/>
    <w:rsid w:val="00CF405F"/>
    <w:rsid w:val="00CF5A5E"/>
    <w:rsid w:val="00CF5D01"/>
    <w:rsid w:val="00CF677F"/>
    <w:rsid w:val="00CF78FC"/>
    <w:rsid w:val="00D0361A"/>
    <w:rsid w:val="00D207E4"/>
    <w:rsid w:val="00D211B3"/>
    <w:rsid w:val="00D2212A"/>
    <w:rsid w:val="00D2466F"/>
    <w:rsid w:val="00D30ADD"/>
    <w:rsid w:val="00D3114A"/>
    <w:rsid w:val="00D341A0"/>
    <w:rsid w:val="00D35640"/>
    <w:rsid w:val="00D35724"/>
    <w:rsid w:val="00D43A0D"/>
    <w:rsid w:val="00D44516"/>
    <w:rsid w:val="00D4599B"/>
    <w:rsid w:val="00D46867"/>
    <w:rsid w:val="00D50928"/>
    <w:rsid w:val="00D526F3"/>
    <w:rsid w:val="00D529F2"/>
    <w:rsid w:val="00D55025"/>
    <w:rsid w:val="00D55788"/>
    <w:rsid w:val="00D5669D"/>
    <w:rsid w:val="00D67F23"/>
    <w:rsid w:val="00D73D01"/>
    <w:rsid w:val="00D8168A"/>
    <w:rsid w:val="00D829F8"/>
    <w:rsid w:val="00D844F3"/>
    <w:rsid w:val="00D90D75"/>
    <w:rsid w:val="00D923C5"/>
    <w:rsid w:val="00D935E1"/>
    <w:rsid w:val="00D9638F"/>
    <w:rsid w:val="00DA7052"/>
    <w:rsid w:val="00DB052C"/>
    <w:rsid w:val="00DB0A6A"/>
    <w:rsid w:val="00DB12D0"/>
    <w:rsid w:val="00DB31F3"/>
    <w:rsid w:val="00DB5DF7"/>
    <w:rsid w:val="00DC4B51"/>
    <w:rsid w:val="00DC733E"/>
    <w:rsid w:val="00DD4839"/>
    <w:rsid w:val="00DD7AE8"/>
    <w:rsid w:val="00DE2658"/>
    <w:rsid w:val="00DE3541"/>
    <w:rsid w:val="00DE48CC"/>
    <w:rsid w:val="00DE4C2E"/>
    <w:rsid w:val="00DE71A7"/>
    <w:rsid w:val="00DF2581"/>
    <w:rsid w:val="00DF345E"/>
    <w:rsid w:val="00DF35A0"/>
    <w:rsid w:val="00DF57BE"/>
    <w:rsid w:val="00E02EC0"/>
    <w:rsid w:val="00E06500"/>
    <w:rsid w:val="00E0774C"/>
    <w:rsid w:val="00E21035"/>
    <w:rsid w:val="00E22119"/>
    <w:rsid w:val="00E24120"/>
    <w:rsid w:val="00E2546F"/>
    <w:rsid w:val="00E26D72"/>
    <w:rsid w:val="00E3016C"/>
    <w:rsid w:val="00E306B6"/>
    <w:rsid w:val="00E3278E"/>
    <w:rsid w:val="00E33717"/>
    <w:rsid w:val="00E349BB"/>
    <w:rsid w:val="00E355A0"/>
    <w:rsid w:val="00E419AC"/>
    <w:rsid w:val="00E475F6"/>
    <w:rsid w:val="00E56C27"/>
    <w:rsid w:val="00E57060"/>
    <w:rsid w:val="00E6643D"/>
    <w:rsid w:val="00E707F8"/>
    <w:rsid w:val="00E71363"/>
    <w:rsid w:val="00E72357"/>
    <w:rsid w:val="00E75E06"/>
    <w:rsid w:val="00E85218"/>
    <w:rsid w:val="00E87616"/>
    <w:rsid w:val="00E92047"/>
    <w:rsid w:val="00E92AEB"/>
    <w:rsid w:val="00E94968"/>
    <w:rsid w:val="00E96338"/>
    <w:rsid w:val="00E97562"/>
    <w:rsid w:val="00EA3C5F"/>
    <w:rsid w:val="00EA5C16"/>
    <w:rsid w:val="00EC12D9"/>
    <w:rsid w:val="00EC7535"/>
    <w:rsid w:val="00ED3D50"/>
    <w:rsid w:val="00ED46CE"/>
    <w:rsid w:val="00ED4803"/>
    <w:rsid w:val="00ED7581"/>
    <w:rsid w:val="00EE5C13"/>
    <w:rsid w:val="00EE6AFA"/>
    <w:rsid w:val="00EF000D"/>
    <w:rsid w:val="00EF0FF6"/>
    <w:rsid w:val="00EF3C07"/>
    <w:rsid w:val="00EF4038"/>
    <w:rsid w:val="00EF653B"/>
    <w:rsid w:val="00F000D7"/>
    <w:rsid w:val="00F004D3"/>
    <w:rsid w:val="00F00BD6"/>
    <w:rsid w:val="00F11C6D"/>
    <w:rsid w:val="00F15F3F"/>
    <w:rsid w:val="00F2667E"/>
    <w:rsid w:val="00F31688"/>
    <w:rsid w:val="00F32081"/>
    <w:rsid w:val="00F32EF0"/>
    <w:rsid w:val="00F40C85"/>
    <w:rsid w:val="00F5084F"/>
    <w:rsid w:val="00F545A3"/>
    <w:rsid w:val="00F54EAB"/>
    <w:rsid w:val="00F6276C"/>
    <w:rsid w:val="00F6695D"/>
    <w:rsid w:val="00F755E3"/>
    <w:rsid w:val="00F80E2C"/>
    <w:rsid w:val="00F83F84"/>
    <w:rsid w:val="00F86CB6"/>
    <w:rsid w:val="00F86FC7"/>
    <w:rsid w:val="00F936BC"/>
    <w:rsid w:val="00F941CA"/>
    <w:rsid w:val="00F9760D"/>
    <w:rsid w:val="00FB4888"/>
    <w:rsid w:val="00FB5706"/>
    <w:rsid w:val="00FC0C4A"/>
    <w:rsid w:val="00FC4EA6"/>
    <w:rsid w:val="00FC7732"/>
    <w:rsid w:val="00FD14C2"/>
    <w:rsid w:val="00FD26D5"/>
    <w:rsid w:val="00FD7C20"/>
    <w:rsid w:val="00FE196F"/>
    <w:rsid w:val="00FE19FF"/>
    <w:rsid w:val="00FE1BC0"/>
    <w:rsid w:val="00FE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3712D4C"/>
  <w15:docId w15:val="{8CF50AC8-7BD8-4541-A002-F5675260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084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12CFB"/>
    <w:pPr>
      <w:keepNext/>
      <w:jc w:val="center"/>
      <w:outlineLvl w:val="0"/>
    </w:pPr>
    <w:rPr>
      <w:sz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FE19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E19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912CFB"/>
    <w:pPr>
      <w:keepNext/>
      <w:outlineLvl w:val="3"/>
    </w:pPr>
    <w:rPr>
      <w:sz w:val="72"/>
    </w:rPr>
  </w:style>
  <w:style w:type="paragraph" w:styleId="Nagwek5">
    <w:name w:val="heading 5"/>
    <w:basedOn w:val="Normalny"/>
    <w:next w:val="Normalny"/>
    <w:link w:val="Nagwek5Znak"/>
    <w:qFormat/>
    <w:rsid w:val="00912CFB"/>
    <w:pPr>
      <w:keepNext/>
      <w:jc w:val="center"/>
      <w:outlineLvl w:val="4"/>
    </w:pPr>
    <w:rPr>
      <w:sz w:val="144"/>
    </w:rPr>
  </w:style>
  <w:style w:type="paragraph" w:styleId="Nagwek6">
    <w:name w:val="heading 6"/>
    <w:basedOn w:val="Normalny"/>
    <w:next w:val="Normalny"/>
    <w:link w:val="Nagwek6Znak"/>
    <w:qFormat/>
    <w:rsid w:val="00912CFB"/>
    <w:pPr>
      <w:keepNext/>
      <w:jc w:val="center"/>
      <w:outlineLvl w:val="5"/>
    </w:pPr>
    <w:rPr>
      <w:b/>
      <w:bCs/>
      <w:sz w:val="56"/>
    </w:rPr>
  </w:style>
  <w:style w:type="paragraph" w:styleId="Nagwek7">
    <w:name w:val="heading 7"/>
    <w:basedOn w:val="Normalny"/>
    <w:next w:val="Normalny"/>
    <w:link w:val="Nagwek7Znak"/>
    <w:qFormat/>
    <w:rsid w:val="00912CFB"/>
    <w:pPr>
      <w:keepNext/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link w:val="Nagwek8Znak"/>
    <w:unhideWhenUsed/>
    <w:qFormat/>
    <w:rsid w:val="007E135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9C56AA"/>
    <w:pPr>
      <w:keepNext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character" w:styleId="Numerstrony">
    <w:name w:val="page number"/>
    <w:basedOn w:val="Domylnaczcionkaakapitu"/>
    <w:uiPriority w:val="99"/>
    <w:unhideWhenUsed/>
    <w:rsid w:val="00CE0361"/>
    <w:rPr>
      <w:rFonts w:eastAsia="Times New Roman" w:cs="Times New Roman"/>
      <w:bCs w:val="0"/>
      <w:iCs w:val="0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0A666E"/>
    <w:rPr>
      <w:rFonts w:ascii="Arial" w:hAnsi="Arial"/>
      <w:sz w:val="24"/>
      <w:szCs w:val="24"/>
    </w:rPr>
  </w:style>
  <w:style w:type="table" w:styleId="Tabela-Siatka">
    <w:name w:val="Table Grid"/>
    <w:basedOn w:val="Standardowy"/>
    <w:uiPriority w:val="59"/>
    <w:rsid w:val="007A0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uiPriority w:val="34"/>
    <w:qFormat/>
    <w:rsid w:val="00EA3C5F"/>
    <w:pPr>
      <w:ind w:left="720"/>
      <w:contextualSpacing/>
    </w:pPr>
  </w:style>
  <w:style w:type="character" w:styleId="Hipercze">
    <w:name w:val="Hyperlink"/>
    <w:basedOn w:val="Domylnaczcionkaakapitu"/>
    <w:rsid w:val="0076208D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76208D"/>
    <w:rPr>
      <w:color w:val="800080" w:themeColor="followedHyperlink"/>
      <w:u w:val="single"/>
    </w:rPr>
  </w:style>
  <w:style w:type="paragraph" w:customStyle="1" w:styleId="Default">
    <w:name w:val="Default"/>
    <w:rsid w:val="007E662A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081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816F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430BA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430BA"/>
    <w:rPr>
      <w:b/>
      <w:bCs/>
    </w:rPr>
  </w:style>
  <w:style w:type="character" w:customStyle="1" w:styleId="st">
    <w:name w:val="st"/>
    <w:basedOn w:val="Domylnaczcionkaakapitu"/>
    <w:rsid w:val="00C506C7"/>
  </w:style>
  <w:style w:type="paragraph" w:styleId="Tekstprzypisudolnego">
    <w:name w:val="footnote text"/>
    <w:basedOn w:val="Normalny"/>
    <w:link w:val="TekstprzypisudolnegoZnak"/>
    <w:semiHidden/>
    <w:unhideWhenUsed/>
    <w:rsid w:val="00197D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7D99"/>
  </w:style>
  <w:style w:type="character" w:styleId="Odwoanieprzypisudolnego">
    <w:name w:val="footnote reference"/>
    <w:basedOn w:val="Domylnaczcionkaakapitu"/>
    <w:semiHidden/>
    <w:unhideWhenUsed/>
    <w:rsid w:val="00197D99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9C56AA"/>
    <w:rPr>
      <w:rFonts w:ascii="Arial" w:hAnsi="Arial" w:cs="Arial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C56AA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9C56AA"/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basedOn w:val="Domylnaczcionkaakapitu"/>
    <w:link w:val="Akapitzlist"/>
    <w:uiPriority w:val="34"/>
    <w:qFormat/>
    <w:locked/>
    <w:rsid w:val="009C56A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E13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E19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FE1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103EA"/>
    <w:rPr>
      <w:rFonts w:ascii="Arial" w:hAnsi="Arial"/>
      <w:sz w:val="24"/>
      <w:szCs w:val="24"/>
    </w:rPr>
  </w:style>
  <w:style w:type="paragraph" w:styleId="Tekstkomentarza">
    <w:name w:val="annotation text"/>
    <w:basedOn w:val="Normalny"/>
    <w:link w:val="TekstkomentarzaZnak"/>
    <w:rsid w:val="008103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103EA"/>
  </w:style>
  <w:style w:type="paragraph" w:customStyle="1" w:styleId="BodyText21">
    <w:name w:val="Body Text 21"/>
    <w:basedOn w:val="Normalny"/>
    <w:uiPriority w:val="99"/>
    <w:rsid w:val="008103EA"/>
    <w:pPr>
      <w:widowControl w:val="0"/>
      <w:ind w:firstLine="60"/>
      <w:jc w:val="both"/>
    </w:pPr>
    <w:rPr>
      <w:rFonts w:ascii="Arial" w:hAnsi="Arial" w:cs="Arial"/>
    </w:rPr>
  </w:style>
  <w:style w:type="paragraph" w:customStyle="1" w:styleId="TekstprzypisudolnegoTekstprzypisu">
    <w:name w:val="Tekst przypisu dolnego.Tekst przypisu"/>
    <w:basedOn w:val="Normalny"/>
    <w:uiPriority w:val="99"/>
    <w:rsid w:val="008103EA"/>
    <w:pPr>
      <w:widowControl w:val="0"/>
    </w:pPr>
    <w:rPr>
      <w:sz w:val="20"/>
      <w:szCs w:val="20"/>
    </w:rPr>
  </w:style>
  <w:style w:type="character" w:styleId="Odwoaniedokomentarza">
    <w:name w:val="annotation reference"/>
    <w:rsid w:val="008053C5"/>
    <w:rPr>
      <w:rFonts w:cs="Times New Roman"/>
      <w:sz w:val="16"/>
    </w:rPr>
  </w:style>
  <w:style w:type="character" w:customStyle="1" w:styleId="t286pc">
    <w:name w:val="t286pc"/>
    <w:basedOn w:val="Domylnaczcionkaakapitu"/>
    <w:rsid w:val="00A876D9"/>
  </w:style>
  <w:style w:type="character" w:customStyle="1" w:styleId="vkekvd">
    <w:name w:val="vkekvd"/>
    <w:basedOn w:val="Domylnaczcionkaakapitu"/>
    <w:rsid w:val="00A876D9"/>
  </w:style>
  <w:style w:type="character" w:customStyle="1" w:styleId="Nagwek1Znak">
    <w:name w:val="Nagłówek 1 Znak"/>
    <w:basedOn w:val="Domylnaczcionkaakapitu"/>
    <w:link w:val="Nagwek1"/>
    <w:rsid w:val="00912CFB"/>
    <w:rPr>
      <w:sz w:val="40"/>
      <w:szCs w:val="24"/>
    </w:rPr>
  </w:style>
  <w:style w:type="character" w:customStyle="1" w:styleId="Nagwek4Znak">
    <w:name w:val="Nagłówek 4 Znak"/>
    <w:basedOn w:val="Domylnaczcionkaakapitu"/>
    <w:link w:val="Nagwek4"/>
    <w:rsid w:val="00912CFB"/>
    <w:rPr>
      <w:sz w:val="72"/>
      <w:szCs w:val="24"/>
    </w:rPr>
  </w:style>
  <w:style w:type="character" w:customStyle="1" w:styleId="Nagwek5Znak">
    <w:name w:val="Nagłówek 5 Znak"/>
    <w:basedOn w:val="Domylnaczcionkaakapitu"/>
    <w:link w:val="Nagwek5"/>
    <w:rsid w:val="00912CFB"/>
    <w:rPr>
      <w:sz w:val="144"/>
      <w:szCs w:val="24"/>
    </w:rPr>
  </w:style>
  <w:style w:type="character" w:customStyle="1" w:styleId="Nagwek6Znak">
    <w:name w:val="Nagłówek 6 Znak"/>
    <w:basedOn w:val="Domylnaczcionkaakapitu"/>
    <w:link w:val="Nagwek6"/>
    <w:rsid w:val="00912CFB"/>
    <w:rPr>
      <w:b/>
      <w:bCs/>
      <w:sz w:val="56"/>
      <w:szCs w:val="24"/>
    </w:rPr>
  </w:style>
  <w:style w:type="character" w:customStyle="1" w:styleId="Nagwek7Znak">
    <w:name w:val="Nagłówek 7 Znak"/>
    <w:basedOn w:val="Domylnaczcionkaakapitu"/>
    <w:link w:val="Nagwek7"/>
    <w:rsid w:val="00912CFB"/>
    <w:rPr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rsid w:val="00912CFB"/>
    <w:pPr>
      <w:jc w:val="center"/>
    </w:pPr>
    <w:rPr>
      <w:sz w:val="48"/>
    </w:rPr>
  </w:style>
  <w:style w:type="character" w:customStyle="1" w:styleId="TekstpodstawowyZnak">
    <w:name w:val="Tekst podstawowy Znak"/>
    <w:basedOn w:val="Domylnaczcionkaakapitu"/>
    <w:link w:val="Tekstpodstawowy"/>
    <w:rsid w:val="00912CFB"/>
    <w:rPr>
      <w:sz w:val="48"/>
      <w:szCs w:val="24"/>
    </w:rPr>
  </w:style>
  <w:style w:type="paragraph" w:customStyle="1" w:styleId="v1msonormal">
    <w:name w:val="v1msonormal"/>
    <w:basedOn w:val="Normalny"/>
    <w:rsid w:val="00912CFB"/>
    <w:pPr>
      <w:spacing w:before="100" w:beforeAutospacing="1" w:after="100" w:afterAutospacing="1"/>
    </w:pPr>
    <w:rPr>
      <w:rFonts w:eastAsiaTheme="minorHAnsi"/>
    </w:rPr>
  </w:style>
  <w:style w:type="paragraph" w:customStyle="1" w:styleId="normaltableau">
    <w:name w:val="normal_tableau"/>
    <w:basedOn w:val="Normalny"/>
    <w:rsid w:val="00912CFB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wcity3">
    <w:name w:val="Body Text Indent 3"/>
    <w:basedOn w:val="Normalny"/>
    <w:link w:val="Tekstpodstawowywcity3Znak"/>
    <w:rsid w:val="00912CFB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12CFB"/>
  </w:style>
  <w:style w:type="character" w:styleId="Uwydatnienie">
    <w:name w:val="Emphasis"/>
    <w:basedOn w:val="Domylnaczcionkaakapitu"/>
    <w:uiPriority w:val="20"/>
    <w:qFormat/>
    <w:rsid w:val="00912CFB"/>
    <w:rPr>
      <w:i/>
      <w:iCs/>
    </w:rPr>
  </w:style>
  <w:style w:type="paragraph" w:styleId="Tytu">
    <w:name w:val="Title"/>
    <w:basedOn w:val="Normalny"/>
    <w:link w:val="TytuZnak"/>
    <w:uiPriority w:val="99"/>
    <w:qFormat/>
    <w:rsid w:val="00912CFB"/>
    <w:pPr>
      <w:jc w:val="center"/>
    </w:pPr>
    <w:rPr>
      <w:b/>
      <w:bCs/>
      <w:sz w:val="48"/>
    </w:rPr>
  </w:style>
  <w:style w:type="character" w:customStyle="1" w:styleId="TytuZnak">
    <w:name w:val="Tytuł Znak"/>
    <w:basedOn w:val="Domylnaczcionkaakapitu"/>
    <w:link w:val="Tytu"/>
    <w:uiPriority w:val="99"/>
    <w:rsid w:val="00912CFB"/>
    <w:rPr>
      <w:b/>
      <w:bCs/>
      <w:sz w:val="48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2CFB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2C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2CFB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527C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27CD6"/>
  </w:style>
  <w:style w:type="character" w:styleId="Odwoanieprzypisukocowego">
    <w:name w:val="endnote reference"/>
    <w:basedOn w:val="Domylnaczcionkaakapitu"/>
    <w:semiHidden/>
    <w:unhideWhenUsed/>
    <w:rsid w:val="00527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9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ojekty\38_DszDzDp_2016-2020\Papier%20firmowy\331%20Dobra%20szko&#322;a%20firmowy%20czarny%20pion%2017022017%20o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951B1-E857-4E3F-9FCB-D2158CAA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331 Dobra szkoła firmowy czarny pion 17022017 ok</Template>
  <TotalTime>2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Malgorzata</cp:lastModifiedBy>
  <cp:revision>4</cp:revision>
  <cp:lastPrinted>2019-05-09T12:31:00Z</cp:lastPrinted>
  <dcterms:created xsi:type="dcterms:W3CDTF">2026-01-29T13:03:00Z</dcterms:created>
  <dcterms:modified xsi:type="dcterms:W3CDTF">2026-01-29T13:10:00Z</dcterms:modified>
</cp:coreProperties>
</file>